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6E1577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06B93FC4" w14:textId="77777777" w:rsidR="006E1577" w:rsidRDefault="006E1577" w:rsidP="006E1577">
      <w:pPr>
        <w:jc w:val="center"/>
        <w:rPr>
          <w:szCs w:val="24"/>
        </w:rPr>
      </w:pPr>
    </w:p>
    <w:p w14:paraId="75D2A46B" w14:textId="77777777" w:rsidR="00FB52CE" w:rsidRPr="00FB52CE" w:rsidRDefault="00FB52CE" w:rsidP="006E1577">
      <w:pPr>
        <w:jc w:val="left"/>
        <w:rPr>
          <w:szCs w:val="24"/>
        </w:rPr>
      </w:pPr>
    </w:p>
    <w:p w14:paraId="2551B4B0" w14:textId="20482366" w:rsidR="00FB52CE" w:rsidRPr="00FB52CE" w:rsidRDefault="00FB52CE" w:rsidP="006E1577">
      <w:pPr>
        <w:jc w:val="left"/>
        <w:rPr>
          <w:sz w:val="20"/>
        </w:rPr>
      </w:pPr>
      <w:r w:rsidRPr="00FB52CE">
        <w:rPr>
          <w:sz w:val="20"/>
        </w:rPr>
        <w:t>Postępowanie nr</w:t>
      </w:r>
      <w:r w:rsidR="00FE64D3">
        <w:rPr>
          <w:sz w:val="20"/>
        </w:rPr>
        <w:t xml:space="preserve"> </w:t>
      </w:r>
      <w:r w:rsidR="003942DC">
        <w:rPr>
          <w:b/>
          <w:bCs/>
          <w:sz w:val="20"/>
        </w:rPr>
        <w:t>…………</w:t>
      </w:r>
      <w:proofErr w:type="gramStart"/>
      <w:r w:rsidR="003942DC">
        <w:rPr>
          <w:b/>
          <w:bCs/>
          <w:sz w:val="20"/>
        </w:rPr>
        <w:t>…….</w:t>
      </w:r>
      <w:proofErr w:type="gramEnd"/>
      <w:r w:rsidR="003942DC">
        <w:rPr>
          <w:b/>
          <w:bCs/>
          <w:sz w:val="20"/>
        </w:rPr>
        <w:t>.</w:t>
      </w:r>
      <w:r w:rsidRPr="00561F24">
        <w:rPr>
          <w:b/>
          <w:bCs/>
          <w:sz w:val="20"/>
        </w:rPr>
        <w:t>,</w:t>
      </w:r>
      <w:r w:rsidRPr="00FB52CE">
        <w:rPr>
          <w:sz w:val="20"/>
        </w:rPr>
        <w:t xml:space="preserve"> dotyczące</w:t>
      </w:r>
      <w:r w:rsidR="0097582D">
        <w:rPr>
          <w:sz w:val="20"/>
        </w:rPr>
        <w:t xml:space="preserve">: </w:t>
      </w:r>
      <w:r w:rsidRPr="00FB52CE">
        <w:rPr>
          <w:sz w:val="20"/>
        </w:rPr>
        <w:t>…………………………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6E1577">
      <w:pPr>
        <w:jc w:val="left"/>
        <w:rPr>
          <w:sz w:val="20"/>
        </w:rPr>
      </w:pPr>
      <w:r w:rsidRPr="00FB52CE">
        <w:rPr>
          <w:sz w:val="20"/>
        </w:rPr>
        <w:t xml:space="preserve">Firma </w:t>
      </w:r>
      <w:proofErr w:type="gramStart"/>
      <w:r w:rsidRPr="00FB52CE">
        <w:rPr>
          <w:sz w:val="20"/>
        </w:rPr>
        <w:t>( potencjalny</w:t>
      </w:r>
      <w:proofErr w:type="gramEnd"/>
      <w:r w:rsidRPr="00FB52CE">
        <w:rPr>
          <w:sz w:val="20"/>
        </w:rPr>
        <w:t xml:space="preserve">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6E1577">
      <w:pPr>
        <w:jc w:val="left"/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1812259C" w14:textId="0B9F6C91" w:rsidR="00FB52CE" w:rsidRPr="00FB52CE" w:rsidRDefault="00FB52CE" w:rsidP="006E1577">
      <w:pPr>
        <w:jc w:val="left"/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………………………………………………………………………………… </w:t>
      </w:r>
    </w:p>
    <w:p w14:paraId="0B397DCF" w14:textId="77777777" w:rsidR="00FB52CE" w:rsidRPr="00FB52CE" w:rsidRDefault="00FB52CE" w:rsidP="006E1577">
      <w:pPr>
        <w:spacing w:after="120"/>
        <w:jc w:val="left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6E1577">
      <w:pPr>
        <w:spacing w:after="120"/>
        <w:jc w:val="left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6E1577">
      <w:pPr>
        <w:spacing w:after="120"/>
        <w:jc w:val="left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Default="00FB52CE" w:rsidP="006E1577">
      <w:pPr>
        <w:jc w:val="left"/>
        <w:rPr>
          <w:sz w:val="20"/>
        </w:rPr>
      </w:pPr>
      <w:r w:rsidRPr="00FB52CE">
        <w:rPr>
          <w:sz w:val="20"/>
        </w:rPr>
        <w:t xml:space="preserve"> </w:t>
      </w:r>
    </w:p>
    <w:p w14:paraId="1BFAFCF9" w14:textId="35B2BCAB" w:rsidR="00CE4FB9" w:rsidRPr="00CE4FB9" w:rsidRDefault="00CE4FB9" w:rsidP="006E1577">
      <w:pPr>
        <w:jc w:val="left"/>
        <w:rPr>
          <w:rFonts w:cs="Arial"/>
          <w:sz w:val="20"/>
        </w:rPr>
      </w:pPr>
      <w:r>
        <w:rPr>
          <w:rFonts w:cs="Arial"/>
          <w:sz w:val="20"/>
        </w:rPr>
        <w:t>O</w:t>
      </w:r>
      <w:r w:rsidRPr="00CE4FB9">
        <w:rPr>
          <w:rFonts w:cs="Arial"/>
          <w:sz w:val="20"/>
        </w:rPr>
        <w:t>świadczam, że:</w:t>
      </w:r>
    </w:p>
    <w:p w14:paraId="2C0F3BEF" w14:textId="691BD5F5" w:rsidR="00CE4FB9" w:rsidRPr="00CE4FB9" w:rsidRDefault="00CE4FB9" w:rsidP="006E1577">
      <w:pPr>
        <w:numPr>
          <w:ilvl w:val="0"/>
          <w:numId w:val="7"/>
        </w:numPr>
        <w:jc w:val="left"/>
        <w:rPr>
          <w:rFonts w:cs="Arial"/>
          <w:sz w:val="20"/>
        </w:rPr>
      </w:pPr>
      <w:r w:rsidRPr="00CE4FB9">
        <w:rPr>
          <w:rFonts w:cs="Arial"/>
          <w:sz w:val="20"/>
        </w:rPr>
        <w:t>Otrzymałem(</w:t>
      </w:r>
      <w:proofErr w:type="spellStart"/>
      <w:r w:rsidRPr="00CE4FB9">
        <w:rPr>
          <w:rFonts w:cs="Arial"/>
          <w:sz w:val="20"/>
        </w:rPr>
        <w:t>am</w:t>
      </w:r>
      <w:proofErr w:type="spellEnd"/>
      <w:r w:rsidRPr="00CE4FB9">
        <w:rPr>
          <w:rFonts w:cs="Arial"/>
          <w:sz w:val="20"/>
        </w:rPr>
        <w:t>) od Zamawiającego dokumentacj</w:t>
      </w:r>
      <w:r w:rsidR="006E1577">
        <w:rPr>
          <w:rFonts w:cs="Arial"/>
          <w:sz w:val="20"/>
        </w:rPr>
        <w:t>e</w:t>
      </w:r>
      <w:r w:rsidRPr="00CE4FB9">
        <w:rPr>
          <w:rFonts w:cs="Arial"/>
          <w:sz w:val="20"/>
        </w:rPr>
        <w:t xml:space="preserve"> projektow</w:t>
      </w:r>
      <w:r w:rsidR="006E1577">
        <w:rPr>
          <w:rFonts w:cs="Arial"/>
          <w:sz w:val="20"/>
        </w:rPr>
        <w:t xml:space="preserve">ą </w:t>
      </w:r>
      <w:r w:rsidR="006E1577">
        <w:rPr>
          <w:rFonts w:cs="Arial"/>
          <w:sz w:val="20"/>
        </w:rPr>
        <w:t>nr SK/602/25</w:t>
      </w:r>
      <w:r w:rsidRPr="00CE4FB9">
        <w:rPr>
          <w:rFonts w:cs="Arial"/>
          <w:sz w:val="20"/>
        </w:rPr>
        <w:t xml:space="preserve"> dotycz</w:t>
      </w:r>
      <w:r w:rsidR="006E1577">
        <w:rPr>
          <w:rFonts w:cs="Arial"/>
          <w:sz w:val="20"/>
        </w:rPr>
        <w:t>ącą</w:t>
      </w:r>
      <w:r w:rsidRPr="00CE4FB9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w/w </w:t>
      </w:r>
      <w:r w:rsidRPr="00CE4FB9">
        <w:rPr>
          <w:rFonts w:cs="Arial"/>
          <w:sz w:val="20"/>
        </w:rPr>
        <w:t>postępowania</w:t>
      </w:r>
    </w:p>
    <w:p w14:paraId="5F7B12D8" w14:textId="4305CC1C" w:rsidR="00CE4FB9" w:rsidRPr="00CE4FB9" w:rsidRDefault="00CE4FB9" w:rsidP="006E1577">
      <w:pPr>
        <w:numPr>
          <w:ilvl w:val="0"/>
          <w:numId w:val="7"/>
        </w:numPr>
        <w:jc w:val="left"/>
        <w:rPr>
          <w:rFonts w:cs="Arial"/>
          <w:sz w:val="20"/>
        </w:rPr>
      </w:pPr>
      <w:r w:rsidRPr="00CE4FB9">
        <w:rPr>
          <w:rFonts w:cs="Arial"/>
          <w:sz w:val="20"/>
        </w:rPr>
        <w:t xml:space="preserve">Dokumentacja została przekazana w </w:t>
      </w:r>
      <w:proofErr w:type="gramStart"/>
      <w:r w:rsidRPr="00CE4FB9">
        <w:rPr>
          <w:rFonts w:cs="Arial"/>
          <w:sz w:val="20"/>
        </w:rPr>
        <w:t>dniu:</w:t>
      </w:r>
      <w:r w:rsidR="006E1577">
        <w:rPr>
          <w:rFonts w:cs="Arial"/>
          <w:sz w:val="20"/>
        </w:rPr>
        <w:t>…</w:t>
      </w:r>
      <w:proofErr w:type="gramEnd"/>
      <w:r w:rsidR="006E1577">
        <w:rPr>
          <w:rFonts w:cs="Arial"/>
          <w:sz w:val="20"/>
        </w:rPr>
        <w:t>……….</w:t>
      </w:r>
      <w:r w:rsidRPr="00CE4FB9">
        <w:rPr>
          <w:rFonts w:cs="Arial"/>
          <w:sz w:val="20"/>
        </w:rPr>
        <w:t xml:space="preserve"> </w:t>
      </w:r>
      <w:r w:rsidRPr="00CE4FB9">
        <w:rPr>
          <w:rFonts w:cs="Arial"/>
          <w:b/>
          <w:bCs/>
          <w:sz w:val="20"/>
        </w:rPr>
        <w:t>[data odbioru]</w:t>
      </w:r>
      <w:r w:rsidRPr="00CE4FB9">
        <w:rPr>
          <w:rFonts w:cs="Arial"/>
          <w:sz w:val="20"/>
        </w:rPr>
        <w:t>, w formie:</w:t>
      </w:r>
    </w:p>
    <w:p w14:paraId="0F8ECC34" w14:textId="77777777" w:rsidR="00CE4FB9" w:rsidRPr="00CE4FB9" w:rsidRDefault="00CE4FB9" w:rsidP="006E1577">
      <w:pPr>
        <w:numPr>
          <w:ilvl w:val="1"/>
          <w:numId w:val="7"/>
        </w:numPr>
        <w:jc w:val="left"/>
        <w:rPr>
          <w:rFonts w:cs="Arial"/>
          <w:sz w:val="20"/>
        </w:rPr>
      </w:pPr>
      <w:r w:rsidRPr="00CE4FB9">
        <w:rPr>
          <w:rFonts w:ascii="Segoe UI Symbol" w:hAnsi="Segoe UI Symbol" w:cs="Segoe UI Symbol"/>
          <w:sz w:val="20"/>
        </w:rPr>
        <w:t>☐</w:t>
      </w:r>
      <w:r w:rsidRPr="00CE4FB9">
        <w:rPr>
          <w:rFonts w:cs="Arial"/>
          <w:sz w:val="20"/>
        </w:rPr>
        <w:t xml:space="preserve"> elektronicznej (np. platforma zakupowa / e-mail / nośnik danych),</w:t>
      </w:r>
    </w:p>
    <w:p w14:paraId="743C914C" w14:textId="77777777" w:rsidR="00CE4FB9" w:rsidRPr="00CE4FB9" w:rsidRDefault="00CE4FB9" w:rsidP="006E1577">
      <w:pPr>
        <w:numPr>
          <w:ilvl w:val="1"/>
          <w:numId w:val="7"/>
        </w:numPr>
        <w:jc w:val="left"/>
        <w:rPr>
          <w:rFonts w:cs="Arial"/>
          <w:sz w:val="20"/>
        </w:rPr>
      </w:pPr>
      <w:r w:rsidRPr="00CE4FB9">
        <w:rPr>
          <w:rFonts w:ascii="Segoe UI Symbol" w:hAnsi="Segoe UI Symbol" w:cs="Segoe UI Symbol"/>
          <w:sz w:val="20"/>
        </w:rPr>
        <w:t>☐</w:t>
      </w:r>
      <w:r w:rsidRPr="00CE4FB9">
        <w:rPr>
          <w:rFonts w:cs="Arial"/>
          <w:sz w:val="20"/>
        </w:rPr>
        <w:t xml:space="preserve"> papierowej,</w:t>
      </w:r>
    </w:p>
    <w:p w14:paraId="529F0978" w14:textId="77777777" w:rsidR="00CE4FB9" w:rsidRDefault="00CE4FB9" w:rsidP="006E1577">
      <w:pPr>
        <w:numPr>
          <w:ilvl w:val="1"/>
          <w:numId w:val="7"/>
        </w:numPr>
        <w:jc w:val="left"/>
        <w:rPr>
          <w:rFonts w:cs="Arial"/>
          <w:sz w:val="20"/>
        </w:rPr>
      </w:pPr>
      <w:r w:rsidRPr="00CE4FB9">
        <w:rPr>
          <w:rFonts w:ascii="Segoe UI Symbol" w:hAnsi="Segoe UI Symbol" w:cs="Segoe UI Symbol"/>
          <w:sz w:val="20"/>
        </w:rPr>
        <w:t>☐</w:t>
      </w:r>
      <w:r w:rsidRPr="00CE4FB9">
        <w:rPr>
          <w:rFonts w:cs="Arial"/>
          <w:sz w:val="20"/>
        </w:rPr>
        <w:t xml:space="preserve"> innej: ______________________________________.</w:t>
      </w:r>
    </w:p>
    <w:p w14:paraId="14A29C15" w14:textId="77777777" w:rsidR="006E1577" w:rsidRPr="00CE4FB9" w:rsidRDefault="006E1577" w:rsidP="006E1577">
      <w:pPr>
        <w:ind w:left="1440"/>
        <w:jc w:val="left"/>
        <w:rPr>
          <w:rFonts w:cs="Arial"/>
          <w:sz w:val="20"/>
        </w:rPr>
      </w:pPr>
    </w:p>
    <w:p w14:paraId="0860A6C7" w14:textId="6765C6CB" w:rsidR="00CE4FB9" w:rsidRPr="00CE4FB9" w:rsidRDefault="00CE4FB9" w:rsidP="006E1577">
      <w:pPr>
        <w:numPr>
          <w:ilvl w:val="0"/>
          <w:numId w:val="7"/>
        </w:numPr>
        <w:jc w:val="left"/>
        <w:rPr>
          <w:rFonts w:cs="Arial"/>
          <w:sz w:val="20"/>
        </w:rPr>
      </w:pPr>
      <w:r w:rsidRPr="00CE4FB9">
        <w:rPr>
          <w:rFonts w:cs="Arial"/>
          <w:sz w:val="20"/>
        </w:rPr>
        <w:t xml:space="preserve">Zobowiązuję się do wykorzystania dokumentacji wyłącznie na potrzeby przygotowania oferty </w:t>
      </w:r>
      <w:r w:rsidR="006E1577">
        <w:rPr>
          <w:rFonts w:cs="Arial"/>
          <w:sz w:val="20"/>
        </w:rPr>
        <w:t xml:space="preserve">               </w:t>
      </w:r>
      <w:r w:rsidRPr="00CE4FB9">
        <w:rPr>
          <w:rFonts w:cs="Arial"/>
          <w:sz w:val="20"/>
        </w:rPr>
        <w:t>w ww. postępowaniu oraz do nieudostępniania jej osobom trzecim bez zgody Zamawiającego.</w:t>
      </w:r>
    </w:p>
    <w:p w14:paraId="710672DF" w14:textId="4AF39A31" w:rsidR="00CE4FB9" w:rsidRPr="0088267E" w:rsidRDefault="00CE4FB9" w:rsidP="00CE4FB9">
      <w:pPr>
        <w:rPr>
          <w:rFonts w:cs="Arial"/>
          <w:sz w:val="20"/>
        </w:rPr>
      </w:pPr>
    </w:p>
    <w:p w14:paraId="22DC1B0C" w14:textId="77777777" w:rsidR="00CE4FB9" w:rsidRDefault="00CE4FB9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77777777" w:rsidR="00E4605D" w:rsidRPr="00DE791B" w:rsidRDefault="006E1577" w:rsidP="007358A2">
    <w:pPr>
      <w:rPr>
        <w:rFonts w:ascii="Times New Roman" w:hAnsi="Times New Roman"/>
      </w:rPr>
    </w:pPr>
    <w:r>
      <w:rPr>
        <w:rFonts w:ascii="Times New Roman" w:hAnsi="Times New Roman"/>
        <w:b/>
        <w:noProof/>
        <w:szCs w:val="24"/>
      </w:rPr>
      <w:object w:dxaOrig="1440" w:dyaOrig="1440" w14:anchorId="7FD1CE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142.05pt;margin-top:.8pt;width:165.75pt;height:90pt;z-index:-251658752" wrapcoords="-98 0 -98 21420 21600 21420 21600 0 -98 0">
          <v:imagedata r:id="rId1" o:title=""/>
          <w10:wrap type="tight" side="right"/>
        </v:shape>
        <o:OLEObject Type="Embed" ProgID="MSPhotoEd.3" ShapeID="_x0000_s1026" DrawAspect="Content" ObjectID="_1830669665" r:id="rId2"/>
      </w:object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10BC1D2D"/>
    <w:multiLevelType w:val="multilevel"/>
    <w:tmpl w:val="19D68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4"/>
  </w:num>
  <w:num w:numId="2" w16cid:durableId="778648528">
    <w:abstractNumId w:val="6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3"/>
  </w:num>
  <w:num w:numId="6" w16cid:durableId="1239099871">
    <w:abstractNumId w:val="5"/>
  </w:num>
  <w:num w:numId="7" w16cid:durableId="684942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30643A"/>
    <w:rsid w:val="00311BF1"/>
    <w:rsid w:val="00315644"/>
    <w:rsid w:val="00316744"/>
    <w:rsid w:val="00320C84"/>
    <w:rsid w:val="003374CE"/>
    <w:rsid w:val="00346E0F"/>
    <w:rsid w:val="00356AFD"/>
    <w:rsid w:val="00361AB5"/>
    <w:rsid w:val="003853BF"/>
    <w:rsid w:val="003942DC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61F24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30620"/>
    <w:rsid w:val="00635E91"/>
    <w:rsid w:val="00651714"/>
    <w:rsid w:val="006521EA"/>
    <w:rsid w:val="006528F9"/>
    <w:rsid w:val="00665C7B"/>
    <w:rsid w:val="00671AA9"/>
    <w:rsid w:val="00680DD3"/>
    <w:rsid w:val="006C696A"/>
    <w:rsid w:val="006E1577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F3F11"/>
    <w:rsid w:val="008F6A82"/>
    <w:rsid w:val="0090257E"/>
    <w:rsid w:val="00902F4D"/>
    <w:rsid w:val="00920723"/>
    <w:rsid w:val="009300C3"/>
    <w:rsid w:val="009319EB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D0E32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4FB9"/>
    <w:rsid w:val="00CE62C7"/>
    <w:rsid w:val="00D3000E"/>
    <w:rsid w:val="00D330AD"/>
    <w:rsid w:val="00D36FFE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1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12</TotalTime>
  <Pages>1</Pages>
  <Words>131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1412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Kraśniewska Ilona (OIL)</cp:lastModifiedBy>
  <cp:revision>6</cp:revision>
  <cp:lastPrinted>2018-04-27T07:47:00Z</cp:lastPrinted>
  <dcterms:created xsi:type="dcterms:W3CDTF">2024-08-29T09:42:00Z</dcterms:created>
  <dcterms:modified xsi:type="dcterms:W3CDTF">2026-01-23T09:35:00Z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